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46EA30F4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1DA21F4" w14:textId="77777777" w:rsidR="003F2C5F" w:rsidRPr="002040C7" w:rsidRDefault="003F2C5F" w:rsidP="003F2C5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78554ADB" w14:textId="77777777" w:rsidR="003F2C5F" w:rsidRPr="002040C7" w:rsidRDefault="003F2C5F" w:rsidP="003F2C5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7B259CC1" w14:textId="77777777" w:rsidR="003F2C5F" w:rsidRPr="002040C7" w:rsidRDefault="003F2C5F" w:rsidP="003F2C5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3F4CA6ED" w14:textId="7D1709CB" w:rsidR="00B67D39" w:rsidRPr="003F2C5F" w:rsidRDefault="003F2C5F" w:rsidP="003F2C5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60DC10F4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2E49C4" w:rsidRPr="002E49C4">
        <w:rPr>
          <w:rFonts w:cstheme="minorHAnsi"/>
          <w:b/>
          <w:iCs/>
        </w:rPr>
        <w:t>Roboty budowlane w celu zasilenia obiektu w podziale na 3 części: Część 1 – w m. Brwinów, dz. nr 66/4, 63/1, 63/2, 63/3, 63/4, 66/8, 66/6, 66/5, 66/7, 66/4, 66/3 , gm. Brwinów, Część 2 – w m. Chrzanów Mały, dz. nr 41/10, 42/10, 41/6, 42/5, 41/14, 42/15, 41/11, 41/5, gm. Grodzisk Mazowiecki, , Część 3 – w m. Pruszków, ul. Lipowa, dz. 255/2, gm. Pruszków</w:t>
      </w:r>
      <w:r w:rsidRPr="00CC7E12">
        <w:rPr>
          <w:rFonts w:cstheme="minorHAnsi"/>
        </w:rPr>
        <w:t xml:space="preserve">, nr </w:t>
      </w:r>
      <w:r w:rsidR="002E49C4" w:rsidRPr="002E49C4">
        <w:rPr>
          <w:rFonts w:cstheme="minorHAnsi"/>
          <w:b/>
        </w:rPr>
        <w:t>POST/DYS/OW/GZ/04085/2025</w:t>
      </w:r>
      <w:r w:rsidRPr="00CC7E12">
        <w:rPr>
          <w:rFonts w:cstheme="minorHAnsi"/>
        </w:rPr>
        <w:t xml:space="preserve">, prowadzonego przez </w:t>
      </w:r>
      <w:r w:rsidR="003F2C5F" w:rsidRPr="003F2C5F">
        <w:rPr>
          <w:rFonts w:cstheme="minorHAnsi"/>
        </w:rPr>
        <w:t>PGE Dystrybucja S.A. Oddział Warszawa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4DBC3278" w14:textId="77777777" w:rsidR="00CC7E12" w:rsidRPr="00CC7E12" w:rsidRDefault="00CC7E12" w:rsidP="00F843FC">
      <w:pPr>
        <w:spacing w:before="120" w:after="120"/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77777777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CC7E12">
        <w:rPr>
          <w:rFonts w:cstheme="minorHAnsi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</w:t>
      </w:r>
      <w:r w:rsidRPr="002C2C2F">
        <w:rPr>
          <w:rFonts w:cstheme="minorHAnsi"/>
        </w:rPr>
        <w:t>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2C2C2F">
        <w:rPr>
          <w:rFonts w:cstheme="minorHAnsi"/>
          <w:vertAlign w:val="superscript"/>
        </w:rPr>
        <w:footnoteReference w:id="1"/>
      </w:r>
    </w:p>
    <w:p w14:paraId="3EA3242A" w14:textId="78901168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(Dz. U. poz. 835)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F843FC">
      <w:pPr>
        <w:spacing w:before="120" w:after="120"/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19946833" w14:textId="77777777" w:rsidR="00CC7E12" w:rsidRPr="00CC7E12" w:rsidRDefault="00CC7E12" w:rsidP="00F843FC">
      <w:pPr>
        <w:spacing w:before="120" w:after="120"/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3D8697C9" w14:textId="77777777" w:rsidR="00CC7E12" w:rsidRPr="00CC7E12" w:rsidRDefault="00CC7E12" w:rsidP="00F843FC">
      <w:pPr>
        <w:spacing w:before="120" w:after="120"/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83D2B82" w14:textId="5FE7C2F3" w:rsidR="00CC7E12" w:rsidRPr="00CC7E12" w:rsidRDefault="00CC7E12" w:rsidP="00F843FC">
      <w:pPr>
        <w:spacing w:before="120" w:after="120"/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523F4" w14:textId="77777777" w:rsidR="00122F9A" w:rsidRDefault="00122F9A" w:rsidP="00582CE9">
      <w:pPr>
        <w:spacing w:after="0"/>
      </w:pPr>
      <w:r>
        <w:separator/>
      </w:r>
    </w:p>
  </w:endnote>
  <w:endnote w:type="continuationSeparator" w:id="0">
    <w:p w14:paraId="52C47353" w14:textId="77777777" w:rsidR="00122F9A" w:rsidRDefault="00122F9A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3CE72" w14:textId="77777777" w:rsidR="00122F9A" w:rsidRDefault="00122F9A" w:rsidP="00582CE9">
      <w:pPr>
        <w:spacing w:after="0"/>
      </w:pPr>
      <w:r>
        <w:separator/>
      </w:r>
    </w:p>
  </w:footnote>
  <w:footnote w:type="continuationSeparator" w:id="0">
    <w:p w14:paraId="215F1626" w14:textId="77777777" w:rsidR="00122F9A" w:rsidRDefault="00122F9A" w:rsidP="00582CE9">
      <w:pPr>
        <w:spacing w:after="0"/>
      </w:pPr>
      <w:r>
        <w:continuationSeparator/>
      </w:r>
    </w:p>
  </w:footnote>
  <w:footnote w:id="1">
    <w:p w14:paraId="277E1843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B7581A8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 lub osób fizycznych lub prawnych, podmiotów lub organów z siedzibą w Rosji;</w:t>
      </w:r>
    </w:p>
    <w:p w14:paraId="55FBD02A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  <w:bookmarkEnd w:id="6"/>
    </w:p>
    <w:p w14:paraId="386DB5B2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osób fizycznych lub prawnych, podmiotów lub organów działających w imieniu lub pod kierunkiem podmiotu, o którym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77777777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77777777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1CE22106" w14:textId="77777777" w:rsidR="002E49C4" w:rsidRPr="002E49C4" w:rsidRDefault="002E49C4" w:rsidP="002E49C4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2E49C4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2A199CCD" w14:textId="77777777" w:rsidR="002E49C4" w:rsidRPr="002E49C4" w:rsidRDefault="002E49C4" w:rsidP="002E49C4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2E49C4">
            <w:rPr>
              <w:rFonts w:asciiTheme="majorHAnsi" w:hAnsiTheme="majorHAnsi"/>
              <w:color w:val="000000" w:themeColor="text1"/>
              <w:sz w:val="14"/>
              <w:szCs w:val="18"/>
            </w:rPr>
            <w:t>Roboty budowlane w celu zasilenia obiektu w podziale na 3 części: Część 1 – w m.</w:t>
          </w:r>
        </w:p>
        <w:p w14:paraId="33A13219" w14:textId="77777777" w:rsidR="002E49C4" w:rsidRPr="002E49C4" w:rsidRDefault="002E49C4" w:rsidP="002E49C4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2E49C4">
            <w:rPr>
              <w:rFonts w:asciiTheme="majorHAnsi" w:hAnsiTheme="majorHAnsi"/>
              <w:color w:val="000000" w:themeColor="text1"/>
              <w:sz w:val="14"/>
              <w:szCs w:val="18"/>
            </w:rPr>
            <w:t>Brwinów, dz. nr 66/4, 63/1, 63/2, 63/3, 63/4, 66/8, 66/6, 66/5, 66/7, 66/4, 66/3 , gm.</w:t>
          </w:r>
        </w:p>
        <w:p w14:paraId="4A0BC9D0" w14:textId="77777777" w:rsidR="002E49C4" w:rsidRPr="002E49C4" w:rsidRDefault="002E49C4" w:rsidP="002E49C4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2E49C4">
            <w:rPr>
              <w:rFonts w:asciiTheme="majorHAnsi" w:hAnsiTheme="majorHAnsi"/>
              <w:color w:val="000000" w:themeColor="text1"/>
              <w:sz w:val="14"/>
              <w:szCs w:val="18"/>
            </w:rPr>
            <w:t>Brwinów, Część 2 – w m. Chrzanów Mały, dz. nr 41/10, 42/10, 41/6, 42/5, 41/14, 42/15,</w:t>
          </w:r>
        </w:p>
        <w:p w14:paraId="414A1D82" w14:textId="77777777" w:rsidR="002E49C4" w:rsidRPr="002E49C4" w:rsidRDefault="002E49C4" w:rsidP="002E49C4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2E49C4">
            <w:rPr>
              <w:rFonts w:asciiTheme="majorHAnsi" w:hAnsiTheme="majorHAnsi"/>
              <w:color w:val="000000" w:themeColor="text1"/>
              <w:sz w:val="14"/>
              <w:szCs w:val="18"/>
            </w:rPr>
            <w:t>41/11, 41/5, gm. Grodzisk Mazowiecki, , Część 3 – w m. Pruszków, ul. Lipowa, dz. 255/2,</w:t>
          </w:r>
        </w:p>
        <w:p w14:paraId="535AE21C" w14:textId="77777777" w:rsidR="002E49C4" w:rsidRPr="002E49C4" w:rsidRDefault="002E49C4" w:rsidP="002E49C4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2E49C4">
            <w:rPr>
              <w:rFonts w:asciiTheme="majorHAnsi" w:hAnsiTheme="majorHAnsi"/>
              <w:color w:val="000000" w:themeColor="text1"/>
              <w:sz w:val="14"/>
              <w:szCs w:val="18"/>
            </w:rPr>
            <w:t>gm. Pruszków</w:t>
          </w:r>
        </w:p>
        <w:p w14:paraId="5205B493" w14:textId="60A13CDD" w:rsidR="00347E8D" w:rsidRPr="006B2C28" w:rsidRDefault="002E49C4" w:rsidP="002E49C4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2E49C4">
            <w:rPr>
              <w:rFonts w:asciiTheme="majorHAnsi" w:hAnsiTheme="majorHAnsi"/>
              <w:color w:val="000000" w:themeColor="text1"/>
              <w:sz w:val="14"/>
              <w:szCs w:val="18"/>
            </w:rPr>
            <w:t>POST/DYS/OW/GZ/04085/2025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C66EFED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964232685">
    <w:abstractNumId w:val="17"/>
  </w:num>
  <w:num w:numId="2" w16cid:durableId="102501076">
    <w:abstractNumId w:val="7"/>
  </w:num>
  <w:num w:numId="3" w16cid:durableId="1137995064">
    <w:abstractNumId w:val="12"/>
  </w:num>
  <w:num w:numId="4" w16cid:durableId="577443679">
    <w:abstractNumId w:val="19"/>
  </w:num>
  <w:num w:numId="5" w16cid:durableId="1509104425">
    <w:abstractNumId w:val="17"/>
  </w:num>
  <w:num w:numId="6" w16cid:durableId="44183261">
    <w:abstractNumId w:val="17"/>
  </w:num>
  <w:num w:numId="7" w16cid:durableId="1214852954">
    <w:abstractNumId w:val="3"/>
  </w:num>
  <w:num w:numId="8" w16cid:durableId="2010139227">
    <w:abstractNumId w:val="26"/>
  </w:num>
  <w:num w:numId="9" w16cid:durableId="1443308234">
    <w:abstractNumId w:val="16"/>
  </w:num>
  <w:num w:numId="10" w16cid:durableId="2112897859">
    <w:abstractNumId w:val="4"/>
  </w:num>
  <w:num w:numId="11" w16cid:durableId="560599511">
    <w:abstractNumId w:val="13"/>
  </w:num>
  <w:num w:numId="12" w16cid:durableId="404912663">
    <w:abstractNumId w:val="11"/>
  </w:num>
  <w:num w:numId="13" w16cid:durableId="1695811228">
    <w:abstractNumId w:val="25"/>
  </w:num>
  <w:num w:numId="14" w16cid:durableId="656035312">
    <w:abstractNumId w:val="21"/>
  </w:num>
  <w:num w:numId="15" w16cid:durableId="1780055376">
    <w:abstractNumId w:val="15"/>
  </w:num>
  <w:num w:numId="16" w16cid:durableId="1490752636">
    <w:abstractNumId w:val="9"/>
  </w:num>
  <w:num w:numId="17" w16cid:durableId="1692220460">
    <w:abstractNumId w:val="5"/>
  </w:num>
  <w:num w:numId="18" w16cid:durableId="106877266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12909124">
    <w:abstractNumId w:val="0"/>
  </w:num>
  <w:num w:numId="20" w16cid:durableId="760103792">
    <w:abstractNumId w:val="27"/>
  </w:num>
  <w:num w:numId="21" w16cid:durableId="2039769918">
    <w:abstractNumId w:val="1"/>
  </w:num>
  <w:num w:numId="22" w16cid:durableId="1443920116">
    <w:abstractNumId w:val="14"/>
  </w:num>
  <w:num w:numId="23" w16cid:durableId="223106715">
    <w:abstractNumId w:val="10"/>
  </w:num>
  <w:num w:numId="24" w16cid:durableId="1925144118">
    <w:abstractNumId w:val="20"/>
  </w:num>
  <w:num w:numId="25" w16cid:durableId="563297316">
    <w:abstractNumId w:val="24"/>
  </w:num>
  <w:num w:numId="26" w16cid:durableId="256865668">
    <w:abstractNumId w:val="2"/>
  </w:num>
  <w:num w:numId="27" w16cid:durableId="1342316450">
    <w:abstractNumId w:val="23"/>
  </w:num>
  <w:num w:numId="28" w16cid:durableId="1076124789">
    <w:abstractNumId w:val="22"/>
  </w:num>
  <w:num w:numId="29" w16cid:durableId="178253164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10887378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37E5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07E1B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E49C4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3F2C5F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1107"/>
    <w:rsid w:val="00842578"/>
    <w:rsid w:val="00847B49"/>
    <w:rsid w:val="00852695"/>
    <w:rsid w:val="008548B7"/>
    <w:rsid w:val="00857549"/>
    <w:rsid w:val="00864687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640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A52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0C95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85429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1793A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843FC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– Oświadczenie o braku podstaw wykluczenia.docx</dmsv2BaseFileName>
    <dmsv2BaseDisplayName xmlns="http://schemas.microsoft.com/sharepoint/v3">Załącznik nr 4 – Oświadczenie o braku podstaw wykluczenia</dmsv2BaseDisplayName>
    <dmsv2SWPP2ObjectNumber xmlns="http://schemas.microsoft.com/sharepoint/v3">POST/DYS/OW/GZ/04085/2025                         </dmsv2SWPP2ObjectNumber>
    <dmsv2SWPP2SumMD5 xmlns="http://schemas.microsoft.com/sharepoint/v3">7a8de820c7a768eec80f8255e318fb46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698561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23747928</dmsv2BaseClientSystemDocumentID>
    <dmsv2BaseModifiedByID xmlns="http://schemas.microsoft.com/sharepoint/v3">11909851</dmsv2BaseModifiedByID>
    <dmsv2BaseCreatedByID xmlns="http://schemas.microsoft.com/sharepoint/v3">11909851</dmsv2BaseCreatedByID>
    <dmsv2SWPP2ObjectDepartment xmlns="http://schemas.microsoft.com/sharepoint/v3">00000001000700050000000b00000003</dmsv2SWPP2ObjectDepartment>
    <dmsv2SWPP2ObjectName xmlns="http://schemas.microsoft.com/sharepoint/v3">Postępowanie</dmsv2SWPP2ObjectName>
    <_dlc_DocId xmlns="a19cb1c7-c5c7-46d4-85ae-d83685407bba">DPFVW34YURAE-150815970-18678</_dlc_DocId>
    <_dlc_DocIdUrl xmlns="a19cb1c7-c5c7-46d4-85ae-d83685407bba">
      <Url>https://swpp2.dms.gkpge.pl/sites/40/_layouts/15/DocIdRedir.aspx?ID=DPFVW34YURAE-150815970-18678</Url>
      <Description>DPFVW34YURAE-150815970-18678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5E1121E523D2D48AE51B93A6D702725" ma:contentTypeVersion="0" ma:contentTypeDescription="SWPP2 Dokument bazowy" ma:contentTypeScope="" ma:versionID="ebe84260168e089cf19c1bd1af230ea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purl.org/dc/elements/1.1/"/>
    <ds:schemaRef ds:uri="http://schemas.microsoft.com/office/2006/metadata/properties"/>
    <ds:schemaRef ds:uri="http://purl.org/dc/dcmitype/"/>
    <ds:schemaRef ds:uri="http://purl.org/dc/terms/"/>
    <ds:schemaRef ds:uri="http://www.w3.org/XML/1998/namespace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8C3CCDC3-FF99-43E0-900E-1256C46A71B2}"/>
</file>

<file path=customXml/itemProps5.xml><?xml version="1.0" encoding="utf-8"?>
<ds:datastoreItem xmlns:ds="http://schemas.openxmlformats.org/officeDocument/2006/customXml" ds:itemID="{7DB691E5-CDA8-4F4B-93FC-B03BEB57F6D6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2</TotalTime>
  <Pages>2</Pages>
  <Words>798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Matuszewski Paweł [PGE Dystr. O.Warszawa]</cp:lastModifiedBy>
  <cp:revision>3</cp:revision>
  <cp:lastPrinted>2024-07-15T11:21:00Z</cp:lastPrinted>
  <dcterms:created xsi:type="dcterms:W3CDTF">2025-11-04T07:41:00Z</dcterms:created>
  <dcterms:modified xsi:type="dcterms:W3CDTF">2025-11-17T12:54:00Z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0x0101891000B5E1121E523D2D48AE51B93A6D702725</vt:lpwstr>
  </property>
  <property fmtid="{D5CDD505-2E9C-101B-9397-08002B2CF9AE}" pid="3" name="_dlc_DocIdItemGuid">
    <vt:lpwstr>6646fae7-6b40-4dc6-b766-69a96de9cd1f</vt:lpwstr>
  </property>
</Properties>
</file>